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3A5279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574B54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3A5279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574B54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574B54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Lire l’heure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74B54" w:rsidRDefault="00574B54" w:rsidP="00574B54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574B54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Réaliser des mesures (longueurs, durées,….), calculer des valeurs (volumes, vitesses, …) en utilisant différentes unités.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74B54" w:rsidRDefault="00574B54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74B54">
              <w:rPr>
                <w:rFonts w:asciiTheme="minorHAnsi" w:hAnsiTheme="minorHAnsi"/>
                <w:b w:val="0"/>
                <w:sz w:val="18"/>
                <w:szCs w:val="18"/>
                <w:lang w:eastAsia="fr-FR"/>
              </w:rPr>
              <w:t>Lire l'heure.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74B54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574B54">
              <w:rPr>
                <w:rFonts w:asciiTheme="minorHAnsi" w:hAnsiTheme="minorHAnsi"/>
                <w:b w:val="0"/>
                <w:sz w:val="18"/>
                <w:szCs w:val="18"/>
              </w:rPr>
              <w:t>12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574B54" w:rsidRDefault="00574B54" w:rsidP="00574B54">
      <w:pPr>
        <w:spacing w:after="120"/>
      </w:pPr>
      <w:r w:rsidRPr="0013683F">
        <w:lastRenderedPageBreak/>
        <w:t>Quelle heure est-il ? Complète.</w:t>
      </w:r>
    </w:p>
    <w:tbl>
      <w:tblPr>
        <w:tblW w:w="1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3"/>
        <w:gridCol w:w="2826"/>
        <w:gridCol w:w="2813"/>
        <w:gridCol w:w="2826"/>
      </w:tblGrid>
      <w:tr w:rsidR="00574B54" w:rsidRPr="00574B54" w:rsidTr="00574B54">
        <w:tc>
          <w:tcPr>
            <w:tcW w:w="2813" w:type="dxa"/>
          </w:tcPr>
          <w:p w:rsidR="00574B54" w:rsidRPr="0013683F" w:rsidRDefault="00574B54" w:rsidP="00574B54">
            <w:r w:rsidRPr="0013683F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width:129.75pt;height:129pt;mso-position-horizontal-relative:char;mso-position-vertical-relative:line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574B54" w:rsidRPr="0013683F" w:rsidRDefault="00574B54" w:rsidP="00574B54">
            <w:r w:rsidRPr="0013683F">
              <w:pict>
                <v:shape id="_x0000_s1032" type="#_x0000_t75" style="width:130.5pt;height:129pt;mso-position-horizontal-relative:char;mso-position-vertical-relative:line">
                  <v:imagedata r:id="rId10" o:title=""/>
                  <w10:wrap type="none"/>
                  <w10:anchorlock/>
                </v:shape>
              </w:pict>
            </w:r>
          </w:p>
        </w:tc>
        <w:tc>
          <w:tcPr>
            <w:tcW w:w="2813" w:type="dxa"/>
          </w:tcPr>
          <w:p w:rsidR="00574B54" w:rsidRPr="0013683F" w:rsidRDefault="00574B54" w:rsidP="00574B54">
            <w:r w:rsidRPr="0013683F">
              <w:pict>
                <v:shape id="_x0000_s1026" type="#_x0000_t75" style="width:129.75pt;height:125.25pt;mso-position-horizontal-relative:char;mso-position-vertical-relative:line">
                  <v:imagedata r:id="rId11" o:title=""/>
                  <w10:wrap type="none"/>
                  <w10:anchorlock/>
                </v:shape>
              </w:pict>
            </w:r>
          </w:p>
        </w:tc>
        <w:tc>
          <w:tcPr>
            <w:tcW w:w="2826" w:type="dxa"/>
          </w:tcPr>
          <w:p w:rsidR="00574B54" w:rsidRPr="0013683F" w:rsidRDefault="00574B54" w:rsidP="00574B54">
            <w:r w:rsidRPr="0013683F">
              <w:pict>
                <v:shape id="_x0000_s1031" type="#_x0000_t75" style="width:130.5pt;height:129pt;mso-position-horizontal-relative:char;mso-position-vertical-relative:line">
                  <v:imagedata r:id="rId12" o:title=""/>
                  <w10:wrap type="none"/>
                  <w10:anchorlock/>
                </v:shape>
              </w:pict>
            </w:r>
          </w:p>
        </w:tc>
      </w:tr>
      <w:tr w:rsidR="00574B54" w:rsidRPr="00574B54" w:rsidTr="00574B54">
        <w:tc>
          <w:tcPr>
            <w:tcW w:w="2813" w:type="dxa"/>
          </w:tcPr>
          <w:p w:rsidR="00574B54" w:rsidRPr="0013683F" w:rsidRDefault="00574B54" w:rsidP="00111549">
            <w:r w:rsidRPr="0013683F">
              <w:t>Il est ......... h ........... mn</w:t>
            </w: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574B54" w:rsidRPr="0013683F" w:rsidRDefault="00574B54" w:rsidP="00111549">
            <w:r w:rsidRPr="0013683F">
              <w:t>Il est ......... h ........... mn</w:t>
            </w:r>
          </w:p>
        </w:tc>
        <w:tc>
          <w:tcPr>
            <w:tcW w:w="2813" w:type="dxa"/>
          </w:tcPr>
          <w:p w:rsidR="00574B54" w:rsidRPr="0013683F" w:rsidRDefault="00574B54" w:rsidP="00111549">
            <w:r w:rsidRPr="0013683F">
              <w:t>Il est ......... h ........... mn</w:t>
            </w:r>
          </w:p>
        </w:tc>
        <w:tc>
          <w:tcPr>
            <w:tcW w:w="2826" w:type="dxa"/>
          </w:tcPr>
          <w:p w:rsidR="00574B54" w:rsidRPr="0013683F" w:rsidRDefault="00574B54" w:rsidP="00111549">
            <w:r w:rsidRPr="0013683F">
              <w:t>Il est ......... h ........... mn</w:t>
            </w:r>
          </w:p>
        </w:tc>
      </w:tr>
    </w:tbl>
    <w:p w:rsidR="00574B54" w:rsidRDefault="00574B54" w:rsidP="00574B54"/>
    <w:p w:rsidR="00574B54" w:rsidRPr="0013683F" w:rsidRDefault="00574B54" w:rsidP="00574B54">
      <w:r w:rsidRPr="0013683F">
        <w:t>Quelle heure est-il ? Dessine les aiguilles.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3"/>
        <w:gridCol w:w="2813"/>
        <w:gridCol w:w="2813"/>
        <w:gridCol w:w="2813"/>
      </w:tblGrid>
      <w:tr w:rsidR="00574B54" w:rsidRPr="00574B54" w:rsidTr="00574B54">
        <w:tc>
          <w:tcPr>
            <w:tcW w:w="2728" w:type="dxa"/>
          </w:tcPr>
          <w:p w:rsidR="00574B54" w:rsidRPr="0013683F" w:rsidRDefault="00574B54" w:rsidP="00574B54">
            <w:r w:rsidRPr="0013683F">
              <w:pict>
                <v:shape id="_x0000_s1030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pict>
                <v:shape id="_x0000_s1029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pict>
                <v:shape id="_x0000_s1028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pict>
                <v:shape id="_x0000_s1027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</w:tr>
      <w:tr w:rsidR="00574B54" w:rsidRPr="00574B54" w:rsidTr="00574B54">
        <w:tc>
          <w:tcPr>
            <w:tcW w:w="2728" w:type="dxa"/>
          </w:tcPr>
          <w:p w:rsidR="00574B54" w:rsidRPr="0013683F" w:rsidRDefault="00574B54" w:rsidP="00111549">
            <w:r w:rsidRPr="0013683F">
              <w:t>Il est 3h 05 mn</w: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t xml:space="preserve">Il est </w:t>
            </w:r>
            <w:r>
              <w:t>19</w:t>
            </w:r>
            <w:r w:rsidRPr="0013683F">
              <w:t xml:space="preserve"> h 20 mn</w:t>
            </w:r>
          </w:p>
        </w:tc>
        <w:tc>
          <w:tcPr>
            <w:tcW w:w="2728" w:type="dxa"/>
          </w:tcPr>
          <w:p w:rsidR="00574B54" w:rsidRPr="0013683F" w:rsidRDefault="00574B54" w:rsidP="00111549">
            <w:r w:rsidRPr="0013683F">
              <w:t>Il est 10 h 45 mn</w:t>
            </w:r>
          </w:p>
        </w:tc>
        <w:tc>
          <w:tcPr>
            <w:tcW w:w="2728" w:type="dxa"/>
          </w:tcPr>
          <w:p w:rsidR="00574B54" w:rsidRPr="0013683F" w:rsidRDefault="00574B54" w:rsidP="00111549">
            <w:r w:rsidRPr="0013683F">
              <w:t>Il est 12h 25 mn</w:t>
            </w:r>
          </w:p>
        </w:tc>
      </w:tr>
    </w:tbl>
    <w:p w:rsidR="00574B54" w:rsidRPr="00574B54" w:rsidRDefault="00574B54" w:rsidP="00574B54">
      <w:pPr>
        <w:spacing w:before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3"/>
        <w:gridCol w:w="2813"/>
        <w:gridCol w:w="2813"/>
        <w:gridCol w:w="2813"/>
      </w:tblGrid>
      <w:tr w:rsidR="00574B54" w:rsidRPr="00574B54" w:rsidTr="00111549">
        <w:tc>
          <w:tcPr>
            <w:tcW w:w="2728" w:type="dxa"/>
          </w:tcPr>
          <w:p w:rsidR="00574B54" w:rsidRPr="0013683F" w:rsidRDefault="00574B54" w:rsidP="00111549">
            <w:r w:rsidRPr="0013683F">
              <w:pict>
                <v:shape id="_x0000_s1037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111549">
            <w:r w:rsidRPr="0013683F">
              <w:pict>
                <v:shape id="_x0000_s1036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111549">
            <w:r w:rsidRPr="0013683F">
              <w:pict>
                <v:shape id="_x0000_s1035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  <w:tc>
          <w:tcPr>
            <w:tcW w:w="2728" w:type="dxa"/>
          </w:tcPr>
          <w:p w:rsidR="00574B54" w:rsidRPr="0013683F" w:rsidRDefault="00574B54" w:rsidP="00111549">
            <w:r w:rsidRPr="0013683F">
              <w:pict>
                <v:shape id="_x0000_s1034" type="#_x0000_t75" style="width:129.75pt;height:124.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</w:tc>
      </w:tr>
      <w:tr w:rsidR="00574B54" w:rsidRPr="00574B54" w:rsidTr="00111549">
        <w:tc>
          <w:tcPr>
            <w:tcW w:w="2728" w:type="dxa"/>
          </w:tcPr>
          <w:p w:rsidR="00574B54" w:rsidRPr="0013683F" w:rsidRDefault="00574B54" w:rsidP="00111549">
            <w:r>
              <w:t>Il est trois heures moins dix</w: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t xml:space="preserve">Il est </w:t>
            </w:r>
            <w:r>
              <w:t>huit heures et quart</w: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t xml:space="preserve">Il est </w:t>
            </w:r>
            <w:r>
              <w:t>midi moins le quart</w:t>
            </w:r>
          </w:p>
        </w:tc>
        <w:tc>
          <w:tcPr>
            <w:tcW w:w="2728" w:type="dxa"/>
          </w:tcPr>
          <w:p w:rsidR="00574B54" w:rsidRPr="0013683F" w:rsidRDefault="00574B54" w:rsidP="00574B54">
            <w:r w:rsidRPr="0013683F">
              <w:t xml:space="preserve">Il est </w:t>
            </w:r>
            <w:r>
              <w:t>un heure et demi</w:t>
            </w:r>
          </w:p>
        </w:tc>
      </w:tr>
    </w:tbl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AD5" w:rsidRDefault="003E3AD5">
      <w:r>
        <w:separator/>
      </w:r>
    </w:p>
  </w:endnote>
  <w:endnote w:type="continuationSeparator" w:id="1">
    <w:p w:rsidR="003E3AD5" w:rsidRDefault="003E3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AD5" w:rsidRDefault="003E3AD5">
      <w:r>
        <w:separator/>
      </w:r>
    </w:p>
  </w:footnote>
  <w:footnote w:type="continuationSeparator" w:id="1">
    <w:p w:rsidR="003E3AD5" w:rsidRDefault="003E3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AD5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3A5279"/>
    <w:rsid w:val="003E3AD5"/>
    <w:rsid w:val="004238A3"/>
    <w:rsid w:val="00424BBC"/>
    <w:rsid w:val="00436842"/>
    <w:rsid w:val="0045566B"/>
    <w:rsid w:val="00460572"/>
    <w:rsid w:val="00500AC2"/>
    <w:rsid w:val="00506313"/>
    <w:rsid w:val="005533C8"/>
    <w:rsid w:val="00574B54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6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2009-06-10T21:46:00Z</dcterms:created>
  <dcterms:modified xsi:type="dcterms:W3CDTF">2009-06-10T21:54:00Z</dcterms:modified>
</cp:coreProperties>
</file>