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D72C6A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3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C45B47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D72C6A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0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C45B47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C45B47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L’addition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C45B47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Mener à bien un calcul mental, à la main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C45B47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>Poser et effectuer un calcul isolé : une addition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C45B47">
            <w:pPr>
              <w:pStyle w:val="Scoretotalcomptence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</w:t>
            </w:r>
            <w:r w:rsidR="00C45B47">
              <w:rPr>
                <w:rFonts w:asciiTheme="minorHAnsi" w:hAnsiTheme="minorHAnsi"/>
                <w:b w:val="0"/>
                <w:sz w:val="18"/>
                <w:szCs w:val="18"/>
              </w:rPr>
              <w:t>9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10912" w:type="dxa"/>
        <w:tblLook w:val="04A0"/>
      </w:tblPr>
      <w:tblGrid>
        <w:gridCol w:w="959"/>
        <w:gridCol w:w="9953"/>
      </w:tblGrid>
      <w:tr w:rsidR="00F00542" w:rsidRPr="00F00542" w:rsidTr="00C45B47">
        <w:tc>
          <w:tcPr>
            <w:tcW w:w="959" w:type="dxa"/>
          </w:tcPr>
          <w:p w:rsidR="00F00542" w:rsidRPr="00F00542" w:rsidRDefault="00F00542" w:rsidP="00C45B47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C45B47">
              <w:t>12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C45B47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C45B4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C45B47">
              <w:rPr>
                <w:i/>
                <w:sz w:val="20"/>
                <w:szCs w:val="20"/>
              </w:rPr>
              <w:t>Calculer mentalement</w:t>
            </w:r>
          </w:p>
        </w:tc>
      </w:tr>
    </w:tbl>
    <w:p w:rsidR="00C45B47" w:rsidRPr="00654105" w:rsidRDefault="00C45B47" w:rsidP="00C45B47">
      <w:pPr>
        <w:pStyle w:val="Consigne"/>
      </w:pPr>
      <w:r w:rsidRPr="00654105">
        <w:t>Calcul mentalement (sans poser l’opération)</w:t>
      </w:r>
      <w:r>
        <w:t> </w:t>
      </w:r>
      <w:r w:rsidRPr="00654105">
        <w:t>:</w:t>
      </w:r>
    </w:p>
    <w:p w:rsidR="00C45B47" w:rsidRPr="00654105" w:rsidRDefault="00C45B47" w:rsidP="00C45B47">
      <w:pPr>
        <w:pStyle w:val="Consigne"/>
        <w:sectPr w:rsidR="00C45B47" w:rsidRPr="00654105">
          <w:headerReference w:type="first" r:id="rId9"/>
          <w:type w:val="continuous"/>
          <w:pgSz w:w="11906" w:h="16838"/>
          <w:pgMar w:top="1077" w:right="851" w:bottom="539" w:left="567" w:header="346" w:footer="709" w:gutter="0"/>
          <w:cols w:space="708"/>
          <w:titlePg/>
          <w:docGrid w:linePitch="360"/>
        </w:sectPr>
      </w:pPr>
    </w:p>
    <w:p w:rsidR="00C45B47" w:rsidRPr="00133459" w:rsidRDefault="00C45B47" w:rsidP="00C45B47">
      <w:r w:rsidRPr="00133459">
        <w:lastRenderedPageBreak/>
        <w:t>567 + 300 = .........</w:t>
      </w:r>
    </w:p>
    <w:p w:rsidR="00C45B47" w:rsidRPr="00133459" w:rsidRDefault="00C45B47" w:rsidP="00C45B47">
      <w:r w:rsidRPr="00133459">
        <w:t>1 312 + 70 = .........</w:t>
      </w:r>
    </w:p>
    <w:p w:rsidR="00C45B47" w:rsidRPr="00133459" w:rsidRDefault="00C45B47" w:rsidP="00C45B47">
      <w:r w:rsidRPr="00133459">
        <w:lastRenderedPageBreak/>
        <w:t>218 + 50 = .........</w:t>
      </w:r>
    </w:p>
    <w:p w:rsidR="00C45B47" w:rsidRPr="00133459" w:rsidRDefault="00C45B47" w:rsidP="00C45B47">
      <w:r w:rsidRPr="00133459">
        <w:t>159 + 500 = .........</w:t>
      </w:r>
    </w:p>
    <w:p w:rsidR="00C45B47" w:rsidRPr="00133459" w:rsidRDefault="00C45B47" w:rsidP="00C45B47">
      <w:r w:rsidRPr="00133459">
        <w:lastRenderedPageBreak/>
        <w:t>475 + 40 = .........</w:t>
      </w:r>
    </w:p>
    <w:p w:rsidR="00C45B47" w:rsidRPr="00133459" w:rsidRDefault="00C45B47" w:rsidP="00C45B47">
      <w:r w:rsidRPr="00133459">
        <w:t>1 840 + 600 = .........</w:t>
      </w:r>
    </w:p>
    <w:p w:rsidR="00C45B47" w:rsidRDefault="00C45B47" w:rsidP="00C45B47">
      <w:pPr>
        <w:sectPr w:rsidR="00C45B47" w:rsidSect="0074761B">
          <w:type w:val="continuous"/>
          <w:pgSz w:w="11906" w:h="16838"/>
          <w:pgMar w:top="1077" w:right="851" w:bottom="539" w:left="567" w:header="346" w:footer="709" w:gutter="0"/>
          <w:cols w:num="3" w:space="708" w:equalWidth="0">
            <w:col w:w="3024" w:space="708"/>
            <w:col w:w="3024" w:space="708"/>
            <w:col w:w="3024"/>
          </w:cols>
          <w:titlePg/>
          <w:docGrid w:linePitch="360"/>
        </w:sectPr>
      </w:pPr>
    </w:p>
    <w:p w:rsidR="00C45B47" w:rsidRDefault="00C45B47" w:rsidP="00C45B47"/>
    <w:p w:rsidR="00C45B47" w:rsidRDefault="00C45B47" w:rsidP="00C45B47">
      <w:pPr>
        <w:sectPr w:rsidR="00C45B47" w:rsidSect="00654105">
          <w:type w:val="continuous"/>
          <w:pgSz w:w="11906" w:h="16838"/>
          <w:pgMar w:top="1077" w:right="851" w:bottom="539" w:left="567" w:header="346" w:footer="709" w:gutter="0"/>
          <w:cols w:space="708"/>
          <w:titlePg/>
          <w:docGrid w:linePitch="360"/>
        </w:sectPr>
      </w:pPr>
    </w:p>
    <w:p w:rsidR="00C45B47" w:rsidRDefault="00C45B47" w:rsidP="00C45B47">
      <w:r>
        <w:lastRenderedPageBreak/>
        <w:t xml:space="preserve">321 + 25 = </w:t>
      </w:r>
      <w:r w:rsidRPr="00133459">
        <w:t>.........</w:t>
      </w:r>
    </w:p>
    <w:p w:rsidR="00C45B47" w:rsidRDefault="00C45B47" w:rsidP="00C45B47">
      <w:r>
        <w:lastRenderedPageBreak/>
        <w:t xml:space="preserve">2 457 + 41 = </w:t>
      </w:r>
      <w:r w:rsidRPr="00133459">
        <w:t>.........</w:t>
      </w:r>
    </w:p>
    <w:p w:rsidR="00C45B47" w:rsidRDefault="00C45B47" w:rsidP="00C45B47">
      <w:r>
        <w:lastRenderedPageBreak/>
        <w:t xml:space="preserve">6 023 + 163 = </w:t>
      </w:r>
      <w:r w:rsidRPr="00133459">
        <w:t>.........</w:t>
      </w:r>
    </w:p>
    <w:p w:rsidR="00C45B47" w:rsidRDefault="00C45B47" w:rsidP="00C45B47">
      <w:pPr>
        <w:sectPr w:rsidR="00C45B47" w:rsidSect="0074761B">
          <w:type w:val="continuous"/>
          <w:pgSz w:w="11906" w:h="16838"/>
          <w:pgMar w:top="1077" w:right="851" w:bottom="539" w:left="567" w:header="346" w:footer="709" w:gutter="0"/>
          <w:cols w:num="3" w:space="708" w:equalWidth="0">
            <w:col w:w="3024" w:space="708"/>
            <w:col w:w="3024" w:space="708"/>
            <w:col w:w="3024"/>
          </w:cols>
          <w:titlePg/>
          <w:docGrid w:linePitch="360"/>
        </w:sectPr>
      </w:pPr>
    </w:p>
    <w:p w:rsidR="00C45B47" w:rsidRDefault="00C45B47" w:rsidP="00C45B47"/>
    <w:p w:rsidR="00C45B47" w:rsidRDefault="00C45B47" w:rsidP="00C45B47">
      <w:pPr>
        <w:sectPr w:rsidR="00C45B47" w:rsidSect="00654105">
          <w:type w:val="continuous"/>
          <w:pgSz w:w="11906" w:h="16838"/>
          <w:pgMar w:top="1077" w:right="851" w:bottom="539" w:left="567" w:header="346" w:footer="709" w:gutter="0"/>
          <w:cols w:space="708"/>
          <w:titlePg/>
          <w:docGrid w:linePitch="360"/>
        </w:sectPr>
      </w:pPr>
    </w:p>
    <w:p w:rsidR="00C45B47" w:rsidRDefault="00C45B47" w:rsidP="00C45B47">
      <w:r>
        <w:lastRenderedPageBreak/>
        <w:t xml:space="preserve">729 + 38 = </w:t>
      </w:r>
      <w:r w:rsidRPr="00133459">
        <w:t>.........</w:t>
      </w:r>
    </w:p>
    <w:p w:rsidR="00C45B47" w:rsidRDefault="00C45B47" w:rsidP="00C45B47">
      <w:r>
        <w:lastRenderedPageBreak/>
        <w:t xml:space="preserve">3 847 + 315 = </w:t>
      </w:r>
      <w:r w:rsidRPr="00133459">
        <w:t>.........</w:t>
      </w:r>
    </w:p>
    <w:p w:rsidR="00C45B47" w:rsidRDefault="00C45B47" w:rsidP="00C45B47">
      <w:r>
        <w:lastRenderedPageBreak/>
        <w:t xml:space="preserve">8 116 + 529 = </w:t>
      </w:r>
      <w:r w:rsidRPr="00133459">
        <w:t>.........</w:t>
      </w:r>
      <w:r>
        <w:t xml:space="preserve"> </w:t>
      </w:r>
    </w:p>
    <w:p w:rsidR="00C45B47" w:rsidRPr="00654105" w:rsidRDefault="00C45B47" w:rsidP="00C45B47">
      <w:pPr>
        <w:sectPr w:rsidR="00C45B47" w:rsidRPr="00654105" w:rsidSect="0074761B">
          <w:type w:val="continuous"/>
          <w:pgSz w:w="11906" w:h="16838"/>
          <w:pgMar w:top="1077" w:right="851" w:bottom="539" w:left="567" w:header="346" w:footer="709" w:gutter="0"/>
          <w:cols w:num="3" w:space="708" w:equalWidth="0">
            <w:col w:w="3024" w:space="708"/>
            <w:col w:w="3024" w:space="708"/>
            <w:col w:w="3024"/>
          </w:cols>
          <w:titlePg/>
          <w:docGrid w:linePitch="360"/>
        </w:sectPr>
      </w:pPr>
    </w:p>
    <w:p w:rsidR="00C45B47" w:rsidRDefault="00C45B47"/>
    <w:tbl>
      <w:tblPr>
        <w:tblW w:w="10912" w:type="dxa"/>
        <w:tblLook w:val="04A0"/>
      </w:tblPr>
      <w:tblGrid>
        <w:gridCol w:w="959"/>
        <w:gridCol w:w="9953"/>
      </w:tblGrid>
      <w:tr w:rsidR="00C45B47" w:rsidRPr="00F00542" w:rsidTr="00B6328F">
        <w:tc>
          <w:tcPr>
            <w:tcW w:w="959" w:type="dxa"/>
          </w:tcPr>
          <w:p w:rsidR="00C45B47" w:rsidRPr="00F00542" w:rsidRDefault="00C45B47" w:rsidP="00C45B47">
            <w:pPr>
              <w:spacing w:after="120"/>
              <w:jc w:val="right"/>
            </w:pPr>
            <w:r>
              <w:t xml:space="preserve">      /</w:t>
            </w:r>
            <w:r>
              <w:t>7</w:t>
            </w:r>
          </w:p>
        </w:tc>
        <w:tc>
          <w:tcPr>
            <w:tcW w:w="9953" w:type="dxa"/>
          </w:tcPr>
          <w:p w:rsidR="00C45B47" w:rsidRPr="005533C8" w:rsidRDefault="00C45B47" w:rsidP="00B6328F">
            <w:pPr>
              <w:spacing w:after="120"/>
              <w:rPr>
                <w:b/>
              </w:rPr>
            </w:pPr>
            <w:r>
              <w:rPr>
                <w:b/>
              </w:rPr>
              <w:t>EXERCICE 2</w:t>
            </w:r>
          </w:p>
        </w:tc>
      </w:tr>
      <w:tr w:rsidR="00C45B47" w:rsidRPr="005533C8" w:rsidTr="00B6328F">
        <w:tc>
          <w:tcPr>
            <w:tcW w:w="959" w:type="dxa"/>
          </w:tcPr>
          <w:p w:rsidR="00C45B47" w:rsidRPr="005533C8" w:rsidRDefault="00C45B47" w:rsidP="00B6328F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C45B47" w:rsidRPr="005533C8" w:rsidRDefault="00C45B47" w:rsidP="00C45B4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Poser une addition en colonne</w:t>
            </w:r>
          </w:p>
        </w:tc>
      </w:tr>
    </w:tbl>
    <w:p w:rsidR="00C45B47" w:rsidRPr="00654105" w:rsidRDefault="00C45B47" w:rsidP="00C45B47">
      <w:pPr>
        <w:pStyle w:val="Consigne"/>
      </w:pPr>
      <w:r w:rsidRPr="00654105">
        <w:t>Pose et effectue les opérations suivantes :</w:t>
      </w:r>
    </w:p>
    <w:p w:rsidR="00C45B47" w:rsidRDefault="00C45B47" w:rsidP="00C45B47">
      <w:pPr>
        <w:pStyle w:val="En-tte"/>
        <w:sectPr w:rsidR="00C45B47" w:rsidSect="00CA7266">
          <w:headerReference w:type="first" r:id="rId10"/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C45B47" w:rsidRPr="00654105" w:rsidRDefault="00C45B47" w:rsidP="00C45B47">
      <w:pPr>
        <w:pStyle w:val="En-tte"/>
      </w:pPr>
      <w:r w:rsidRPr="00654105">
        <w:lastRenderedPageBreak/>
        <w:t>a) 5 421 + 236 =</w:t>
      </w:r>
    </w:p>
    <w:p w:rsidR="00C45B47" w:rsidRDefault="00C45B47" w:rsidP="00C45B47">
      <w:r>
        <w:rPr>
          <w:noProof/>
          <w:lang w:eastAsia="fr-FR"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174.75pt;height:120.75pt;mso-position-horizontal-relative:char;mso-position-vertical-relative:line">
            <v:imagedata r:id="rId11" o:title=""/>
            <w10:anchorlock/>
          </v:shape>
        </w:pict>
      </w:r>
    </w:p>
    <w:p w:rsidR="00C45B47" w:rsidRDefault="00C45B47" w:rsidP="00C45B47">
      <w:r>
        <w:br w:type="column"/>
      </w:r>
      <w:r w:rsidRPr="00654105">
        <w:lastRenderedPageBreak/>
        <w:t>b) 6 415 + 2 701 + 512 =</w:t>
      </w:r>
    </w:p>
    <w:p w:rsidR="00C45B47" w:rsidRDefault="00C45B47" w:rsidP="00C45B47">
      <w:r>
        <w:rPr>
          <w:noProof/>
          <w:lang w:eastAsia="fr-FR"/>
        </w:rPr>
      </w:r>
      <w:r>
        <w:pict>
          <v:shape id="_x0000_s1026" type="#_x0000_t75" style="width:174.75pt;height:120.75pt;mso-position-horizontal-relative:char;mso-position-vertical-relative:line">
            <v:imagedata r:id="rId11" o:title=""/>
            <w10:anchorlock/>
          </v:shape>
        </w:pict>
      </w:r>
    </w:p>
    <w:p w:rsidR="00C45B47" w:rsidRDefault="00C45B47" w:rsidP="00C45B47"/>
    <w:p w:rsidR="00C45B47" w:rsidRDefault="00C45B47" w:rsidP="00C45B47">
      <w:pPr>
        <w:sectPr w:rsidR="00C45B47" w:rsidSect="00B00DA5">
          <w:type w:val="continuous"/>
          <w:pgSz w:w="11906" w:h="16838"/>
          <w:pgMar w:top="1079" w:right="567" w:bottom="851" w:left="567" w:header="180" w:footer="709" w:gutter="0"/>
          <w:cols w:num="2" w:space="708" w:equalWidth="0">
            <w:col w:w="5032" w:space="708"/>
            <w:col w:w="5032"/>
          </w:cols>
          <w:formProt w:val="0"/>
          <w:docGrid w:linePitch="360"/>
        </w:sectPr>
      </w:pPr>
    </w:p>
    <w:p w:rsidR="00C45B47" w:rsidRDefault="00C45B47" w:rsidP="00C45B47">
      <w:r>
        <w:lastRenderedPageBreak/>
        <w:br w:type="page"/>
      </w:r>
    </w:p>
    <w:tbl>
      <w:tblPr>
        <w:tblW w:w="10912" w:type="dxa"/>
        <w:tblLook w:val="04A0"/>
      </w:tblPr>
      <w:tblGrid>
        <w:gridCol w:w="959"/>
        <w:gridCol w:w="9953"/>
      </w:tblGrid>
      <w:tr w:rsidR="00C45B47" w:rsidRPr="00F00542" w:rsidTr="00B6328F">
        <w:tc>
          <w:tcPr>
            <w:tcW w:w="959" w:type="dxa"/>
          </w:tcPr>
          <w:p w:rsidR="00C45B47" w:rsidRPr="00F00542" w:rsidRDefault="00C45B47" w:rsidP="00C45B47">
            <w:pPr>
              <w:spacing w:after="120"/>
              <w:jc w:val="right"/>
            </w:pPr>
            <w:r>
              <w:t xml:space="preserve">      /1</w:t>
            </w:r>
            <w:r>
              <w:t>0</w:t>
            </w:r>
          </w:p>
        </w:tc>
        <w:tc>
          <w:tcPr>
            <w:tcW w:w="9953" w:type="dxa"/>
          </w:tcPr>
          <w:p w:rsidR="00C45B47" w:rsidRPr="005533C8" w:rsidRDefault="00C45B47" w:rsidP="00C45B47">
            <w:pPr>
              <w:spacing w:after="120"/>
              <w:rPr>
                <w:b/>
              </w:rPr>
            </w:pPr>
            <w:r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C45B47" w:rsidRPr="005533C8" w:rsidTr="00B6328F">
        <w:tc>
          <w:tcPr>
            <w:tcW w:w="959" w:type="dxa"/>
          </w:tcPr>
          <w:p w:rsidR="00C45B47" w:rsidRPr="005533C8" w:rsidRDefault="00C45B47" w:rsidP="00B6328F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C45B47" w:rsidRPr="005533C8" w:rsidRDefault="00C45B47" w:rsidP="00B6328F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Poser une addition en colonne</w:t>
            </w:r>
          </w:p>
        </w:tc>
      </w:tr>
    </w:tbl>
    <w:p w:rsidR="00C45B47" w:rsidRDefault="00C45B47" w:rsidP="00C45B47"/>
    <w:p w:rsidR="00C45B47" w:rsidRDefault="00C45B47" w:rsidP="00C45B47">
      <w:pPr>
        <w:pStyle w:val="Consigne"/>
      </w:pPr>
      <w:r w:rsidRPr="00654105">
        <w:t>Complète les opérations à trous suivantes.</w:t>
      </w:r>
      <w:r>
        <w:t xml:space="preserve"> Attention aux retenues qui doivent être écrites.</w:t>
      </w:r>
    </w:p>
    <w:p w:rsidR="00C45B47" w:rsidRPr="00A873F3" w:rsidRDefault="00C45B47" w:rsidP="00C45B47"/>
    <w:p w:rsidR="00C45B47" w:rsidRDefault="00C45B47" w:rsidP="00C45B47">
      <w:pPr>
        <w:sectPr w:rsidR="00C45B47" w:rsidSect="00073E46">
          <w:type w:val="continuous"/>
          <w:pgSz w:w="11906" w:h="16838"/>
          <w:pgMar w:top="1077" w:right="567" w:bottom="851" w:left="567" w:header="181" w:footer="709" w:gutter="0"/>
          <w:cols w:space="708"/>
          <w:formProt w:val="0"/>
          <w:titlePg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567"/>
        <w:gridCol w:w="567"/>
        <w:gridCol w:w="567"/>
        <w:gridCol w:w="567"/>
        <w:gridCol w:w="567"/>
      </w:tblGrid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>
            <w:r w:rsidRPr="00654105">
              <w:t>8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9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1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+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/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7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0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4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</w:tr>
    </w:tbl>
    <w:p w:rsidR="00C45B47" w:rsidRDefault="00C45B47" w:rsidP="00C45B47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567"/>
        <w:gridCol w:w="567"/>
        <w:gridCol w:w="567"/>
        <w:gridCol w:w="567"/>
        <w:gridCol w:w="567"/>
      </w:tblGrid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>
            <w:r w:rsidRPr="00654105">
              <w:t>9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3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+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/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9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1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>
            <w:r w:rsidRPr="00654105">
              <w:t>1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3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0</w:t>
            </w:r>
          </w:p>
        </w:tc>
      </w:tr>
    </w:tbl>
    <w:p w:rsidR="00C45B47" w:rsidRPr="00654105" w:rsidRDefault="00C45B47" w:rsidP="00C45B47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567"/>
        <w:gridCol w:w="567"/>
        <w:gridCol w:w="567"/>
        <w:gridCol w:w="567"/>
        <w:gridCol w:w="567"/>
      </w:tblGrid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7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+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/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6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9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1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5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3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</w:tr>
    </w:tbl>
    <w:p w:rsidR="00C45B47" w:rsidRDefault="00C45B47" w:rsidP="00C45B47"/>
    <w:p w:rsidR="00C45B47" w:rsidRDefault="00C45B47" w:rsidP="00C45B47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567"/>
        <w:gridCol w:w="567"/>
        <w:gridCol w:w="567"/>
        <w:gridCol w:w="567"/>
        <w:gridCol w:w="567"/>
        <w:gridCol w:w="567"/>
      </w:tblGrid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>
            <w:r w:rsidRPr="00654105">
              <w:t>2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7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>
            <w:r w:rsidRPr="00654105">
              <w:t>+</w:t>
            </w:r>
          </w:p>
        </w:tc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>
            <w:r w:rsidRPr="00654105">
              <w:t>7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8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9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+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/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/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2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4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0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1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</w:tr>
    </w:tbl>
    <w:p w:rsidR="00C45B47" w:rsidRDefault="00C45B47" w:rsidP="00C45B47"/>
    <w:p w:rsidR="00C45B47" w:rsidRDefault="00C45B47" w:rsidP="00C45B47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567"/>
        <w:gridCol w:w="567"/>
        <w:gridCol w:w="567"/>
        <w:gridCol w:w="567"/>
        <w:gridCol w:w="567"/>
        <w:gridCol w:w="567"/>
      </w:tblGrid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>
            <w:r w:rsidRPr="00654105">
              <w:t>9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7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2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>
            <w:r w:rsidRPr="00654105">
              <w:t>+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6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4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8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+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2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7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6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9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45B47" w:rsidRPr="00654105" w:rsidRDefault="00C45B47" w:rsidP="00B6328F">
            <w:r w:rsidRPr="00654105">
              <w:t>8</w:t>
            </w:r>
          </w:p>
        </w:tc>
      </w:tr>
      <w:tr w:rsidR="00C45B47" w:rsidTr="00B6328F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C45B47" w:rsidRPr="00654105" w:rsidRDefault="00C45B47" w:rsidP="00B6328F"/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9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rPr>
                <w:highlight w:val="lightGray"/>
              </w:rPr>
              <w:t>_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0</w:t>
            </w:r>
          </w:p>
        </w:tc>
        <w:tc>
          <w:tcPr>
            <w:tcW w:w="567" w:type="dxa"/>
          </w:tcPr>
          <w:p w:rsidR="00C45B47" w:rsidRPr="00654105" w:rsidRDefault="00C45B47" w:rsidP="00B6328F">
            <w:r w:rsidRPr="00654105">
              <w:t>5</w:t>
            </w:r>
          </w:p>
        </w:tc>
      </w:tr>
    </w:tbl>
    <w:p w:rsidR="00C45B47" w:rsidRDefault="00C45B47" w:rsidP="00C45B47">
      <w:pPr>
        <w:pStyle w:val="Consigne"/>
        <w:sectPr w:rsidR="00C45B47" w:rsidSect="00B00DA5">
          <w:type w:val="continuous"/>
          <w:pgSz w:w="11906" w:h="16838" w:code="9"/>
          <w:pgMar w:top="1077" w:right="567" w:bottom="851" w:left="567" w:header="181" w:footer="709" w:gutter="0"/>
          <w:cols w:num="2" w:space="708" w:equalWidth="0">
            <w:col w:w="5032" w:space="708"/>
            <w:col w:w="5032"/>
          </w:cols>
          <w:formProt w:val="0"/>
          <w:titlePg/>
          <w:docGrid w:linePitch="360"/>
        </w:sectPr>
      </w:pPr>
    </w:p>
    <w:p w:rsidR="00C45B47" w:rsidRDefault="00C45B47" w:rsidP="00C45B47">
      <w:pPr>
        <w:pStyle w:val="Consigne"/>
      </w:pPr>
      <w:r>
        <w:lastRenderedPageBreak/>
        <w:br w:type="page"/>
      </w:r>
      <w:r>
        <w:lastRenderedPageBreak/>
        <w:t>Exercice 2</w:t>
      </w:r>
    </w:p>
    <w:p w:rsidR="00C45B47" w:rsidRDefault="00C45B47" w:rsidP="00C45B47">
      <w:pPr>
        <w:numPr>
          <w:ilvl w:val="0"/>
          <w:numId w:val="4"/>
        </w:numPr>
      </w:pPr>
      <w:r>
        <w:t>sur 3 points :</w:t>
      </w:r>
    </w:p>
    <w:p w:rsidR="00C45B47" w:rsidRDefault="00C45B47" w:rsidP="00C45B47">
      <w:pPr>
        <w:numPr>
          <w:ilvl w:val="1"/>
          <w:numId w:val="4"/>
        </w:numPr>
      </w:pPr>
      <w:r>
        <w:t>l’alignement est correct ;</w:t>
      </w:r>
    </w:p>
    <w:p w:rsidR="00C45B47" w:rsidRDefault="00C45B47" w:rsidP="00C45B47">
      <w:pPr>
        <w:numPr>
          <w:ilvl w:val="1"/>
          <w:numId w:val="4"/>
        </w:numPr>
      </w:pPr>
      <w:r>
        <w:t>l’élève a bien commencé par les unités ;</w:t>
      </w:r>
    </w:p>
    <w:p w:rsidR="00C45B47" w:rsidRDefault="00C45B47" w:rsidP="00C45B47">
      <w:pPr>
        <w:numPr>
          <w:ilvl w:val="1"/>
          <w:numId w:val="4"/>
        </w:numPr>
      </w:pPr>
      <w:r>
        <w:t>il n’y a pas d’erreur de calcul.</w:t>
      </w:r>
    </w:p>
    <w:p w:rsidR="00C45B47" w:rsidRDefault="00C45B47" w:rsidP="00C45B47">
      <w:pPr>
        <w:numPr>
          <w:ilvl w:val="0"/>
          <w:numId w:val="4"/>
        </w:numPr>
      </w:pPr>
      <w:r>
        <w:t>sur 4 points :</w:t>
      </w:r>
    </w:p>
    <w:p w:rsidR="00C45B47" w:rsidRDefault="00C45B47" w:rsidP="00C45B47">
      <w:pPr>
        <w:numPr>
          <w:ilvl w:val="1"/>
          <w:numId w:val="4"/>
        </w:numPr>
      </w:pPr>
      <w:r>
        <w:t>l’alignement est correct ;</w:t>
      </w:r>
    </w:p>
    <w:p w:rsidR="00C45B47" w:rsidRDefault="00C45B47" w:rsidP="00C45B47">
      <w:pPr>
        <w:numPr>
          <w:ilvl w:val="1"/>
          <w:numId w:val="4"/>
        </w:numPr>
      </w:pPr>
      <w:r>
        <w:t>l’élève a bien commencé par les unités ;</w:t>
      </w:r>
    </w:p>
    <w:p w:rsidR="00C45B47" w:rsidRDefault="00C45B47" w:rsidP="00C45B47">
      <w:pPr>
        <w:numPr>
          <w:ilvl w:val="1"/>
          <w:numId w:val="4"/>
        </w:numPr>
      </w:pPr>
      <w:r>
        <w:t>il n’y a pas d’erreur de calcul ;</w:t>
      </w:r>
    </w:p>
    <w:p w:rsidR="00C45B47" w:rsidRDefault="00C45B47" w:rsidP="00C45B47">
      <w:pPr>
        <w:numPr>
          <w:ilvl w:val="1"/>
          <w:numId w:val="4"/>
        </w:numPr>
      </w:pPr>
      <w:r>
        <w:t>les retenues sont gérées correctement</w:t>
      </w:r>
    </w:p>
    <w:p w:rsidR="00C45B47" w:rsidRPr="00FC737E" w:rsidRDefault="00C45B47" w:rsidP="00C45B47"/>
    <w:p w:rsidR="00F00542" w:rsidRDefault="00F00542" w:rsidP="006B7E35">
      <w:pPr>
        <w:spacing w:after="120"/>
      </w:pPr>
    </w:p>
    <w:sectPr w:rsidR="00F00542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4D3" w:rsidRDefault="004E44D3">
      <w:r>
        <w:separator/>
      </w:r>
    </w:p>
  </w:endnote>
  <w:endnote w:type="continuationSeparator" w:id="1">
    <w:p w:rsidR="004E44D3" w:rsidRDefault="004E4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4D3" w:rsidRDefault="004E44D3">
      <w:r>
        <w:separator/>
      </w:r>
    </w:p>
  </w:footnote>
  <w:footnote w:type="continuationSeparator" w:id="1">
    <w:p w:rsidR="004E44D3" w:rsidRDefault="004E44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B47" w:rsidRDefault="00C45B47">
    <w:pPr>
      <w:pStyle w:val="En-tte"/>
      <w:tabs>
        <w:tab w:val="clear" w:pos="4536"/>
        <w:tab w:val="clear" w:pos="9072"/>
        <w:tab w:val="right" w:pos="10440"/>
      </w:tabs>
    </w:pPr>
    <w:r>
      <w:t>NOM – Prénom : ……………………………………………..</w:t>
    </w:r>
    <w:r>
      <w:tab/>
      <w:t>Date : ……………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B47" w:rsidRPr="00B00DA5" w:rsidRDefault="00C45B47" w:rsidP="00B00DA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EA76F7"/>
    <w:multiLevelType w:val="hybridMultilevel"/>
    <w:tmpl w:val="3B2ED7E6"/>
    <w:lvl w:ilvl="0" w:tplc="5BDEB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64243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4D3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4E44D3"/>
    <w:rsid w:val="00500AC2"/>
    <w:rsid w:val="00506313"/>
    <w:rsid w:val="005533C8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45B47"/>
    <w:rsid w:val="00CA7266"/>
    <w:rsid w:val="00D72C6A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character" w:customStyle="1" w:styleId="Titre1Car">
    <w:name w:val="Titre 1 Car"/>
    <w:basedOn w:val="Policepardfaut"/>
    <w:link w:val="Titre1"/>
    <w:rsid w:val="00C45B4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En-tteCar">
    <w:name w:val="En-tête Car"/>
    <w:basedOn w:val="Policepardfaut"/>
    <w:link w:val="En-tte"/>
    <w:rsid w:val="00C45B47"/>
    <w:rPr>
      <w:rFonts w:ascii="Arial Narrow" w:hAnsi="Arial Narrow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7</TotalTime>
  <Pages>3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2008-11-03T22:42:00Z</dcterms:created>
  <dcterms:modified xsi:type="dcterms:W3CDTF">2008-11-03T22:49:00Z</dcterms:modified>
</cp:coreProperties>
</file>